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C6755D2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567BFC">
        <w:rPr>
          <w:rStyle w:val="Strong"/>
          <w:rFonts w:asciiTheme="minorHAnsi" w:hAnsiTheme="minorHAnsi" w:cstheme="minorHAnsi"/>
          <w:lang w:val="en-GB"/>
        </w:rPr>
        <w:t>45-G00</w:t>
      </w:r>
      <w:r w:rsidR="00CA1D70">
        <w:rPr>
          <w:rStyle w:val="Strong"/>
          <w:rFonts w:asciiTheme="minorHAnsi" w:hAnsiTheme="minorHAnsi" w:cstheme="minorHAnsi"/>
          <w:lang w:val="en-GB"/>
        </w:rPr>
        <w:t>1</w:t>
      </w:r>
      <w:r w:rsidR="00567BFC">
        <w:rPr>
          <w:rStyle w:val="Strong"/>
          <w:rFonts w:asciiTheme="minorHAnsi" w:hAnsiTheme="minorHAnsi" w:cstheme="minorHAnsi"/>
          <w:lang w:val="en-GB"/>
        </w:rPr>
        <w:t>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3A6D2943" w:rsidR="00C44890" w:rsidRPr="00492684" w:rsidRDefault="00D9258B" w:rsidP="00C44890">
      <w:pPr>
        <w:rPr>
          <w:lang w:val="en-GB"/>
        </w:rPr>
      </w:pPr>
      <w:r>
        <w:rPr>
          <w:lang w:val="en-GB"/>
        </w:rPr>
        <w:t xml:space="preserve">KIC is now inviting interested tenderers to provide a quote on </w:t>
      </w:r>
      <w:proofErr w:type="gramStart"/>
      <w:r>
        <w:rPr>
          <w:lang w:val="en-GB"/>
        </w:rPr>
        <w:t>Mini bus</w:t>
      </w:r>
      <w:proofErr w:type="gramEnd"/>
      <w:r>
        <w:rPr>
          <w:lang w:val="en-GB"/>
        </w:rPr>
        <w:t xml:space="preserve"> for KIC staff transport.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6CFBD099" w:rsidR="00C44890" w:rsidRPr="00492684" w:rsidRDefault="00D9258B" w:rsidP="00C44890">
      <w:pPr>
        <w:rPr>
          <w:lang w:val="en-GB"/>
        </w:rPr>
      </w:pPr>
      <w:bookmarkStart w:id="7" w:name="_Toc308102003"/>
      <w:r>
        <w:rPr>
          <w:lang w:val="en-GB"/>
        </w:rPr>
        <w:t xml:space="preserve">The following is a full list of required documents required for submission by tenderers.  All supporting documentations must be in English.  Please note that the list of requirements can be found in the </w:t>
      </w:r>
      <w:r w:rsidRPr="00D9258B">
        <w:rPr>
          <w:b/>
          <w:bCs/>
          <w:i/>
          <w:iCs/>
          <w:lang w:val="en-GB"/>
        </w:rPr>
        <w:t>Instructions on How to Submit a Quotation</w:t>
      </w:r>
      <w:r>
        <w:rPr>
          <w:lang w:val="en-GB"/>
        </w:rPr>
        <w:t xml:space="preserve"> template, page 5.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33D61CAA" w:rsidR="00C44890" w:rsidRPr="00A100DF" w:rsidRDefault="00F40D79" w:rsidP="00C44890">
      <w:pPr>
        <w:rPr>
          <w:color w:val="FF0000"/>
          <w:lang w:val="en-GB"/>
        </w:rPr>
      </w:pPr>
      <w:r>
        <w:rPr>
          <w:lang w:val="en-GB"/>
        </w:rPr>
        <w:t>Not applicable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5F7A9A12" w:rsidR="00C44890" w:rsidRPr="00492684" w:rsidRDefault="00A100DF" w:rsidP="00C44890">
      <w:pPr>
        <w:rPr>
          <w:lang w:val="en-GB"/>
        </w:rPr>
      </w:pPr>
      <w:r>
        <w:rPr>
          <w:lang w:val="en-GB"/>
        </w:rPr>
        <w:t>Once winning tenderer is approved and KIC paid for the vehicle.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 xml:space="preserve">Here, list all items to be </w:t>
      </w:r>
      <w:proofErr w:type="gramStart"/>
      <w:r w:rsidRPr="00492684">
        <w:rPr>
          <w:i/>
          <w:iCs/>
          <w:lang w:val="en-GB"/>
        </w:rPr>
        <w:t>Tendered</w:t>
      </w:r>
      <w:proofErr w:type="gramEnd"/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2E605518" w:rsidR="002A4740" w:rsidRPr="00492684" w:rsidRDefault="00A100DF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gramStart"/>
            <w:r>
              <w:rPr>
                <w:lang w:val="en-GB"/>
              </w:rPr>
              <w:t>Mini Bus</w:t>
            </w:r>
            <w:proofErr w:type="gramEnd"/>
            <w:r>
              <w:rPr>
                <w:lang w:val="en-GB"/>
              </w:rPr>
              <w:t xml:space="preserve"> </w:t>
            </w:r>
            <w:r w:rsidR="00A223FF">
              <w:rPr>
                <w:lang w:val="en-GB"/>
              </w:rPr>
              <w:t>(seat # 16, Toyota/Nissan)</w:t>
            </w:r>
          </w:p>
        </w:tc>
        <w:tc>
          <w:tcPr>
            <w:tcW w:w="1134" w:type="dxa"/>
          </w:tcPr>
          <w:p w14:paraId="352597C6" w14:textId="630D3310" w:rsidR="002A4740" w:rsidRPr="00492684" w:rsidRDefault="00A100DF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6F5E71CF" w14:textId="77777777" w:rsidR="002A4740" w:rsidRDefault="00A100DF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Specifications</w:t>
            </w:r>
          </w:p>
          <w:p w14:paraId="6BDF1513" w14:textId="77777777" w:rsidR="00A100DF" w:rsidRDefault="00A100DF" w:rsidP="00A100DF">
            <w:pPr>
              <w:pStyle w:val="ListParagraph"/>
              <w:numPr>
                <w:ilvl w:val="0"/>
                <w:numId w:val="16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Model made should comply with KLTA’s regulations.</w:t>
            </w:r>
          </w:p>
          <w:p w14:paraId="33F7DABB" w14:textId="196466C9" w:rsidR="00A100DF" w:rsidRPr="00A223FF" w:rsidRDefault="00A100DF" w:rsidP="00A223FF">
            <w:pPr>
              <w:pStyle w:val="ListParagraph"/>
              <w:ind w:leftChars="0"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66937" w14:textId="77777777" w:rsidR="00E2004E" w:rsidRDefault="00E2004E">
      <w:r>
        <w:separator/>
      </w:r>
    </w:p>
  </w:endnote>
  <w:endnote w:type="continuationSeparator" w:id="0">
    <w:p w14:paraId="387A7228" w14:textId="77777777" w:rsidR="00E2004E" w:rsidRDefault="00E2004E">
      <w:r>
        <w:continuationSeparator/>
      </w:r>
    </w:p>
  </w:endnote>
  <w:endnote w:type="continuationNotice" w:id="1">
    <w:p w14:paraId="05E72F81" w14:textId="77777777" w:rsidR="00E2004E" w:rsidRDefault="00E200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EB29B5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A1D70">
      <w:rPr>
        <w:noProof/>
      </w:rPr>
      <w:t>2023-05-11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A163E" w14:textId="77777777" w:rsidR="00E2004E" w:rsidRDefault="00E2004E">
      <w:r>
        <w:separator/>
      </w:r>
    </w:p>
  </w:footnote>
  <w:footnote w:type="continuationSeparator" w:id="0">
    <w:p w14:paraId="17962089" w14:textId="77777777" w:rsidR="00E2004E" w:rsidRDefault="00E2004E">
      <w:r>
        <w:continuationSeparator/>
      </w:r>
    </w:p>
  </w:footnote>
  <w:footnote w:type="continuationNotice" w:id="1">
    <w:p w14:paraId="20278906" w14:textId="77777777" w:rsidR="00E2004E" w:rsidRDefault="00E200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AD8D" w14:textId="295DEBB7" w:rsidR="00567BFC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3F"/>
    <w:multiLevelType w:val="hybridMultilevel"/>
    <w:tmpl w:val="0384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523973">
    <w:abstractNumId w:val="2"/>
  </w:num>
  <w:num w:numId="2" w16cid:durableId="1199204075">
    <w:abstractNumId w:val="14"/>
  </w:num>
  <w:num w:numId="3" w16cid:durableId="550458487">
    <w:abstractNumId w:val="15"/>
  </w:num>
  <w:num w:numId="4" w16cid:durableId="222065677">
    <w:abstractNumId w:val="6"/>
  </w:num>
  <w:num w:numId="5" w16cid:durableId="28653512">
    <w:abstractNumId w:val="5"/>
  </w:num>
  <w:num w:numId="6" w16cid:durableId="335310972">
    <w:abstractNumId w:val="10"/>
  </w:num>
  <w:num w:numId="7" w16cid:durableId="682172836">
    <w:abstractNumId w:val="7"/>
  </w:num>
  <w:num w:numId="8" w16cid:durableId="1451172028">
    <w:abstractNumId w:val="12"/>
  </w:num>
  <w:num w:numId="9" w16cid:durableId="592130768">
    <w:abstractNumId w:val="0"/>
  </w:num>
  <w:num w:numId="10" w16cid:durableId="1125271307">
    <w:abstractNumId w:val="11"/>
  </w:num>
  <w:num w:numId="11" w16cid:durableId="364990027">
    <w:abstractNumId w:val="3"/>
  </w:num>
  <w:num w:numId="12" w16cid:durableId="166795908">
    <w:abstractNumId w:val="9"/>
  </w:num>
  <w:num w:numId="13" w16cid:durableId="1829857855">
    <w:abstractNumId w:val="13"/>
  </w:num>
  <w:num w:numId="14" w16cid:durableId="216598911">
    <w:abstractNumId w:val="4"/>
  </w:num>
  <w:num w:numId="15" w16cid:durableId="196359678">
    <w:abstractNumId w:val="8"/>
  </w:num>
  <w:num w:numId="16" w16cid:durableId="1389457768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1D1B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3F2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67BFC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41C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0DF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3FF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68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D70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D71"/>
    <w:rsid w:val="00D81F19"/>
    <w:rsid w:val="00D82282"/>
    <w:rsid w:val="00D85B59"/>
    <w:rsid w:val="00D8753C"/>
    <w:rsid w:val="00D9035F"/>
    <w:rsid w:val="00D91FBE"/>
    <w:rsid w:val="00D9258B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4E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0D7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5646D7-F3BA-4C48-BB6E-6DF1F9E5E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8</cp:revision>
  <cp:lastPrinted>2013-10-18T08:32:00Z</cp:lastPrinted>
  <dcterms:created xsi:type="dcterms:W3CDTF">2023-04-07T12:13:00Z</dcterms:created>
  <dcterms:modified xsi:type="dcterms:W3CDTF">2023-05-11T04:16:00Z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